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15DD5" w:rsidR="006E5D65" w:rsidP="002D3375" w:rsidRDefault="00CD6897" w14:paraId="61F2518B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 w:rsidR="00D8678B">
        <w:rPr>
          <w:rFonts w:ascii="Corbel" w:hAnsi="Corbel"/>
          <w:bCs/>
          <w:i/>
        </w:rPr>
        <w:t xml:space="preserve">Załącznik nr </w:t>
      </w:r>
      <w:r w:rsidRPr="00A15DD5" w:rsidR="006F31E2">
        <w:rPr>
          <w:rFonts w:ascii="Corbel" w:hAnsi="Corbel"/>
          <w:bCs/>
          <w:i/>
        </w:rPr>
        <w:t>1.5</w:t>
      </w:r>
      <w:r w:rsidRPr="00A15DD5" w:rsidR="00D8678B">
        <w:rPr>
          <w:rFonts w:ascii="Corbel" w:hAnsi="Corbel"/>
          <w:bCs/>
          <w:i/>
        </w:rPr>
        <w:t xml:space="preserve"> do Zarządzenia</w:t>
      </w:r>
      <w:r w:rsidRPr="00A15DD5" w:rsidR="002A22BF">
        <w:rPr>
          <w:rFonts w:ascii="Corbel" w:hAnsi="Corbel"/>
          <w:bCs/>
          <w:i/>
        </w:rPr>
        <w:t xml:space="preserve"> Rektora UR </w:t>
      </w:r>
      <w:r w:rsidRPr="00A15DD5">
        <w:rPr>
          <w:rFonts w:ascii="Corbel" w:hAnsi="Corbel"/>
          <w:bCs/>
          <w:i/>
        </w:rPr>
        <w:t xml:space="preserve"> nr </w:t>
      </w:r>
      <w:r w:rsidRPr="00A15DD5" w:rsidR="00F17567">
        <w:rPr>
          <w:rFonts w:ascii="Corbel" w:hAnsi="Corbel"/>
          <w:bCs/>
          <w:i/>
        </w:rPr>
        <w:t>12/2019</w:t>
      </w:r>
    </w:p>
    <w:p w:rsidRPr="00A15DD5" w:rsidR="0085747A" w:rsidP="009C54AE" w:rsidRDefault="0085747A" w14:paraId="282F3AC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SYLABUS</w:t>
      </w:r>
    </w:p>
    <w:p w:rsidR="00A535E1" w:rsidP="0015768B" w:rsidRDefault="0071620A" w14:paraId="3F037DA7" w14:textId="4A7F70A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dotyczy cyklu kształcenia</w:t>
      </w:r>
      <w:r w:rsidRPr="00A15DD5"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C51C8">
        <w:rPr>
          <w:rFonts w:ascii="Corbel" w:hAnsi="Corbel"/>
          <w:i/>
          <w:smallCaps/>
          <w:sz w:val="24"/>
          <w:szCs w:val="24"/>
        </w:rPr>
        <w:t>2019-202</w:t>
      </w:r>
      <w:r w:rsidR="00BC51C8">
        <w:rPr>
          <w:rFonts w:ascii="Corbel" w:hAnsi="Corbel"/>
          <w:i/>
          <w:smallCaps/>
          <w:sz w:val="24"/>
          <w:szCs w:val="24"/>
        </w:rPr>
        <w:t>2</w:t>
      </w:r>
    </w:p>
    <w:p w:rsidRPr="00A15DD5" w:rsidR="0015768B" w:rsidP="007455B3" w:rsidRDefault="0015768B" w14:paraId="65898971" w14:textId="767E36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DD5">
        <w:rPr>
          <w:rFonts w:ascii="Corbel" w:hAnsi="Corbel"/>
          <w:sz w:val="20"/>
          <w:szCs w:val="20"/>
        </w:rPr>
        <w:t>Rok akademicki   202</w:t>
      </w:r>
      <w:r w:rsidR="00BC51C8">
        <w:rPr>
          <w:rFonts w:ascii="Corbel" w:hAnsi="Corbel"/>
          <w:sz w:val="20"/>
          <w:szCs w:val="20"/>
        </w:rPr>
        <w:t>0</w:t>
      </w:r>
      <w:r w:rsidRPr="00A15DD5">
        <w:rPr>
          <w:rFonts w:ascii="Corbel" w:hAnsi="Corbel"/>
          <w:sz w:val="20"/>
          <w:szCs w:val="20"/>
        </w:rPr>
        <w:t>/202</w:t>
      </w:r>
      <w:r w:rsidR="00BC51C8">
        <w:rPr>
          <w:rFonts w:ascii="Corbel" w:hAnsi="Corbel"/>
          <w:sz w:val="20"/>
          <w:szCs w:val="20"/>
        </w:rPr>
        <w:t>1</w:t>
      </w:r>
    </w:p>
    <w:p w:rsidRPr="00A15DD5" w:rsidR="0085747A" w:rsidP="0015768B" w:rsidRDefault="0085747A" w14:paraId="686A90E3" w14:textId="7777777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Pr="00A15DD5" w:rsidR="0085747A" w:rsidP="009C54AE" w:rsidRDefault="0071620A" w14:paraId="5B45305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15DD5">
        <w:rPr>
          <w:rFonts w:ascii="Corbel" w:hAnsi="Corbel"/>
          <w:szCs w:val="24"/>
        </w:rPr>
        <w:t xml:space="preserve">1. </w:t>
      </w:r>
      <w:r w:rsidRPr="00A15DD5" w:rsidR="0085747A">
        <w:rPr>
          <w:rFonts w:ascii="Corbel" w:hAnsi="Corbel"/>
          <w:szCs w:val="24"/>
        </w:rPr>
        <w:t xml:space="preserve">Podstawowe </w:t>
      </w:r>
      <w:r w:rsidRPr="00A15DD5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A15DD5" w:rsidR="0085747A" w:rsidTr="0015768B" w14:paraId="560A8899" w14:textId="77777777">
        <w:tc>
          <w:tcPr>
            <w:tcW w:w="2694" w:type="dxa"/>
            <w:vAlign w:val="center"/>
          </w:tcPr>
          <w:p w:rsidRPr="00A15DD5" w:rsidR="0085747A" w:rsidP="009C54AE" w:rsidRDefault="00C05F44" w14:paraId="085BD4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A15DD5" w:rsidR="0085747A" w:rsidP="0015768B" w:rsidRDefault="0015768B" w14:paraId="45F4A9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Pr="00A15DD5" w:rsidR="0085747A" w:rsidTr="0015768B" w14:paraId="7CEA321B" w14:textId="77777777">
        <w:tc>
          <w:tcPr>
            <w:tcW w:w="2694" w:type="dxa"/>
            <w:vAlign w:val="center"/>
          </w:tcPr>
          <w:p w:rsidRPr="00A15DD5" w:rsidR="0085747A" w:rsidP="009C54AE" w:rsidRDefault="00C05F44" w14:paraId="6D2735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Kod przedmiotu</w:t>
            </w:r>
            <w:r w:rsidRPr="00A15DD5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A15DD5" w:rsidR="0085747A" w:rsidP="009C54AE" w:rsidRDefault="00CB5F6F" w14:paraId="143629B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Pr="00A15DD5" w:rsidR="0015768B">
              <w:rPr>
                <w:rFonts w:ascii="Corbel" w:hAnsi="Corbel"/>
                <w:b w:val="0"/>
                <w:sz w:val="24"/>
                <w:szCs w:val="24"/>
              </w:rPr>
              <w:t>I/A.6</w:t>
            </w:r>
          </w:p>
        </w:tc>
      </w:tr>
      <w:tr w:rsidRPr="00A15DD5" w:rsidR="0015768B" w:rsidTr="0015768B" w14:paraId="33B921CD" w14:textId="77777777">
        <w:tc>
          <w:tcPr>
            <w:tcW w:w="2694" w:type="dxa"/>
            <w:vAlign w:val="center"/>
          </w:tcPr>
          <w:p w:rsidRPr="00A15DD5" w:rsidR="0015768B" w:rsidP="0015768B" w:rsidRDefault="0015768B" w14:paraId="3F91289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A15DD5" w:rsidR="0015768B" w:rsidP="0015768B" w:rsidRDefault="0015768B" w14:paraId="3ECF59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A15DD5" w:rsidR="0015768B" w:rsidTr="0015768B" w14:paraId="33FE6188" w14:textId="77777777">
        <w:tc>
          <w:tcPr>
            <w:tcW w:w="2694" w:type="dxa"/>
            <w:vAlign w:val="center"/>
          </w:tcPr>
          <w:p w:rsidRPr="00A15DD5" w:rsidR="0015768B" w:rsidP="0015768B" w:rsidRDefault="0015768B" w14:paraId="60528D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A15DD5" w:rsidR="0015768B" w:rsidP="0015768B" w:rsidRDefault="004C1A62" w14:paraId="5A060518" w14:textId="289966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A15DD5" w:rsidR="0015768B" w:rsidTr="0015768B" w14:paraId="09069681" w14:textId="77777777">
        <w:tc>
          <w:tcPr>
            <w:tcW w:w="2694" w:type="dxa"/>
            <w:vAlign w:val="center"/>
          </w:tcPr>
          <w:p w:rsidRPr="00A15DD5" w:rsidR="0015768B" w:rsidP="0015768B" w:rsidRDefault="0015768B" w14:paraId="40F062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A15DD5" w:rsidR="0015768B" w:rsidP="00CB5F6F" w:rsidRDefault="00CB5F6F" w14:paraId="610E9F6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A15DD5" w:rsidR="0015768B" w:rsidTr="0015768B" w14:paraId="34430EFF" w14:textId="77777777">
        <w:tc>
          <w:tcPr>
            <w:tcW w:w="2694" w:type="dxa"/>
            <w:vAlign w:val="center"/>
          </w:tcPr>
          <w:p w:rsidRPr="00A15DD5" w:rsidR="0015768B" w:rsidP="0015768B" w:rsidRDefault="0015768B" w14:paraId="5CC883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A15DD5" w:rsidR="0015768B" w:rsidP="0015768B" w:rsidRDefault="0015768B" w14:paraId="13580EF8" w14:textId="2410A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02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A15DD5" w:rsidR="0015768B" w:rsidTr="0015768B" w14:paraId="7A36B7A9" w14:textId="77777777">
        <w:tc>
          <w:tcPr>
            <w:tcW w:w="2694" w:type="dxa"/>
            <w:vAlign w:val="center"/>
          </w:tcPr>
          <w:p w:rsidRPr="00A15DD5" w:rsidR="0015768B" w:rsidP="0015768B" w:rsidRDefault="0015768B" w14:paraId="0BA30A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A15DD5" w:rsidR="0015768B" w:rsidP="0015768B" w:rsidRDefault="0015768B" w14:paraId="08D1F8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A15DD5" w:rsidR="0015768B" w:rsidTr="0015768B" w14:paraId="06CB09E9" w14:textId="77777777">
        <w:tc>
          <w:tcPr>
            <w:tcW w:w="2694" w:type="dxa"/>
            <w:vAlign w:val="center"/>
          </w:tcPr>
          <w:p w:rsidRPr="00A15DD5" w:rsidR="0015768B" w:rsidP="0015768B" w:rsidRDefault="0015768B" w14:paraId="2030CF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A15DD5" w:rsidR="0015768B" w:rsidP="0015768B" w:rsidRDefault="0015768B" w14:paraId="0BA6530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A15DD5" w:rsidR="0015768B" w:rsidTr="0015768B" w14:paraId="65132055" w14:textId="77777777">
        <w:tc>
          <w:tcPr>
            <w:tcW w:w="2694" w:type="dxa"/>
            <w:vAlign w:val="center"/>
          </w:tcPr>
          <w:p w:rsidRPr="00A15DD5" w:rsidR="0015768B" w:rsidP="0015768B" w:rsidRDefault="0015768B" w14:paraId="3647DA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A15DD5" w:rsidR="0015768B" w:rsidP="0015768B" w:rsidRDefault="00CB5F6F" w14:paraId="7D87FD7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Pr="00A15DD5" w:rsidR="0015768B" w:rsidTr="0015768B" w14:paraId="251D09D3" w14:textId="77777777">
        <w:tc>
          <w:tcPr>
            <w:tcW w:w="2694" w:type="dxa"/>
            <w:vAlign w:val="center"/>
          </w:tcPr>
          <w:p w:rsidRPr="00A15DD5" w:rsidR="0015768B" w:rsidP="0015768B" w:rsidRDefault="0015768B" w14:paraId="29CC4A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A15DD5" w:rsidR="0015768B" w:rsidP="0015768B" w:rsidRDefault="00CB5F6F" w14:paraId="1D641F9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A15DD5" w:rsidR="0015768B" w:rsidTr="0015768B" w14:paraId="4C844E16" w14:textId="77777777">
        <w:tc>
          <w:tcPr>
            <w:tcW w:w="2694" w:type="dxa"/>
            <w:vAlign w:val="center"/>
          </w:tcPr>
          <w:p w:rsidRPr="00A15DD5" w:rsidR="0015768B" w:rsidP="0015768B" w:rsidRDefault="0015768B" w14:paraId="660EA3F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A15DD5" w:rsidR="0015768B" w:rsidP="0015768B" w:rsidRDefault="0015768B" w14:paraId="5AB4288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A15DD5" w:rsidR="0015768B" w:rsidTr="0015768B" w14:paraId="0596CB90" w14:textId="77777777">
        <w:tc>
          <w:tcPr>
            <w:tcW w:w="2694" w:type="dxa"/>
            <w:vAlign w:val="center"/>
          </w:tcPr>
          <w:p w:rsidRPr="00A15DD5" w:rsidR="0015768B" w:rsidP="0015768B" w:rsidRDefault="0015768B" w14:paraId="0AB489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A15DD5" w:rsidR="0015768B" w:rsidP="0015768B" w:rsidRDefault="00CB5F6F" w14:paraId="4B1BD3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A15DD5" w:rsidR="0015768B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Pr="00A15DD5" w:rsidR="0015768B" w:rsidTr="0015768B" w14:paraId="2E4E1F60" w14:textId="77777777">
        <w:tc>
          <w:tcPr>
            <w:tcW w:w="2694" w:type="dxa"/>
            <w:vAlign w:val="center"/>
          </w:tcPr>
          <w:p w:rsidRPr="00A15DD5" w:rsidR="0015768B" w:rsidP="0015768B" w:rsidRDefault="0015768B" w14:paraId="050BF4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A15DD5" w:rsidR="00CB5F6F" w:rsidP="007455B3" w:rsidRDefault="00CB5F6F" w14:paraId="36BE43F7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dr  Renata Nesterowicz</w:t>
            </w:r>
          </w:p>
          <w:p w:rsidRPr="00A15DD5" w:rsidR="00CB5F6F" w:rsidP="007455B3" w:rsidRDefault="00CB5F6F" w14:paraId="3C42279C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:rsidRPr="00A15DD5" w:rsidR="00CB5F6F" w:rsidP="007455B3" w:rsidRDefault="00CB5F6F" w14:paraId="50F64D15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:rsidRPr="00A15DD5" w:rsidR="0015768B" w:rsidP="007455B3" w:rsidRDefault="00CB5F6F" w14:paraId="13F80E6D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:rsidRPr="00A15DD5" w:rsidR="0085747A" w:rsidP="009C54AE" w:rsidRDefault="0085747A" w14:paraId="06166D10" w14:textId="7227FD6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* </w:t>
      </w:r>
      <w:r w:rsidRPr="00A15DD5">
        <w:rPr>
          <w:rFonts w:ascii="Corbel" w:hAnsi="Corbel"/>
          <w:i/>
          <w:sz w:val="24"/>
          <w:szCs w:val="24"/>
        </w:rPr>
        <w:t>-</w:t>
      </w:r>
      <w:r w:rsidRPr="00A15DD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A15DD5" w:rsidR="00B90885">
        <w:rPr>
          <w:rFonts w:ascii="Corbel" w:hAnsi="Corbel"/>
          <w:b w:val="0"/>
          <w:sz w:val="24"/>
          <w:szCs w:val="24"/>
        </w:rPr>
        <w:t>e,</w:t>
      </w:r>
      <w:r w:rsidR="00A535E1">
        <w:rPr>
          <w:rFonts w:ascii="Corbel" w:hAnsi="Corbel"/>
          <w:b w:val="0"/>
          <w:sz w:val="24"/>
          <w:szCs w:val="24"/>
        </w:rPr>
        <w:t xml:space="preserve"> </w:t>
      </w:r>
      <w:r w:rsidRPr="00A15D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A15DD5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A15DD5" w:rsidR="0085747A" w:rsidP="009C54AE" w:rsidRDefault="0085747A" w14:paraId="53D4EFC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1.</w:t>
      </w:r>
      <w:r w:rsidRPr="00A15DD5" w:rsidR="00E22FBC">
        <w:rPr>
          <w:rFonts w:ascii="Corbel" w:hAnsi="Corbel"/>
          <w:sz w:val="24"/>
          <w:szCs w:val="24"/>
        </w:rPr>
        <w:t>1</w:t>
      </w:r>
      <w:r w:rsidRPr="00A15DD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A15DD5" w:rsidR="00923D7D" w:rsidP="009C54AE" w:rsidRDefault="00923D7D" w14:paraId="2AFFAFB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A15DD5" w:rsidR="00015B8F" w:rsidTr="00C00FB7" w14:paraId="44E0A8C0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015B8F" w:rsidP="009C54AE" w:rsidRDefault="00015B8F" w14:paraId="2E03B9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Semestr</w:t>
            </w:r>
          </w:p>
          <w:p w:rsidRPr="00A15DD5" w:rsidR="00015B8F" w:rsidP="009C54AE" w:rsidRDefault="002B5EA0" w14:paraId="5FE581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(</w:t>
            </w:r>
            <w:r w:rsidRPr="00A15DD5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5DD5" w:rsidR="00015B8F" w:rsidP="009C54AE" w:rsidRDefault="00015B8F" w14:paraId="02AE4A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5DD5" w:rsidR="00015B8F" w:rsidP="009C54AE" w:rsidRDefault="00015B8F" w14:paraId="7372EE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5DD5" w:rsidR="00015B8F" w:rsidP="009C54AE" w:rsidRDefault="00015B8F" w14:paraId="1B36FA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5DD5" w:rsidR="00015B8F" w:rsidP="009C54AE" w:rsidRDefault="00015B8F" w14:paraId="27428D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5DD5" w:rsidR="00015B8F" w:rsidP="009C54AE" w:rsidRDefault="00015B8F" w14:paraId="3F4427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5DD5" w:rsidR="00015B8F" w:rsidP="009C54AE" w:rsidRDefault="00015B8F" w14:paraId="34AD7C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5DD5" w:rsidR="00015B8F" w:rsidP="009C54AE" w:rsidRDefault="00015B8F" w14:paraId="7E7FAAC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5DD5" w:rsidR="00015B8F" w:rsidP="009C54AE" w:rsidRDefault="00015B8F" w14:paraId="02C81F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5DD5" w:rsidR="00015B8F" w:rsidP="009C54AE" w:rsidRDefault="00015B8F" w14:paraId="5269EE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DD5">
              <w:rPr>
                <w:rFonts w:ascii="Corbel" w:hAnsi="Corbel"/>
                <w:b/>
                <w:szCs w:val="24"/>
              </w:rPr>
              <w:t>Liczba pkt</w:t>
            </w:r>
            <w:r w:rsidRPr="00A15DD5" w:rsidR="00B90885">
              <w:rPr>
                <w:rFonts w:ascii="Corbel" w:hAnsi="Corbel"/>
                <w:b/>
                <w:szCs w:val="24"/>
              </w:rPr>
              <w:t>.</w:t>
            </w:r>
            <w:r w:rsidRPr="00A15D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A15DD5" w:rsidR="00C00FB7" w:rsidTr="00C00FB7" w14:paraId="0D46D950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C00FB7" w:rsidP="00C00FB7" w:rsidRDefault="00C00FB7" w14:paraId="79B6B2E6" w14:textId="7777777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C00FB7" w:rsidP="00C00FB7" w:rsidRDefault="00C00FB7" w14:paraId="70FA29FF" w14:textId="7777777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30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C00FB7" w:rsidP="00C00FB7" w:rsidRDefault="00C00FB7" w14:paraId="482A12FF" w14:textId="7777777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C00FB7" w:rsidP="00C00FB7" w:rsidRDefault="00C00FB7" w14:paraId="1127A81E" w14:textId="7777777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C00FB7" w:rsidP="00C00FB7" w:rsidRDefault="00C00FB7" w14:paraId="39693475" w14:textId="7777777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C00FB7" w:rsidP="00C00FB7" w:rsidRDefault="00C00FB7" w14:paraId="140E30C4" w14:textId="7777777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C00FB7" w:rsidP="00C00FB7" w:rsidRDefault="00C00FB7" w14:paraId="7F7194E2" w14:textId="7777777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C00FB7" w:rsidP="00C00FB7" w:rsidRDefault="00C00FB7" w14:paraId="43699F75" w14:textId="7777777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C00FB7" w:rsidP="00C00FB7" w:rsidRDefault="00C00FB7" w14:paraId="461720FF" w14:textId="7777777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C00FB7" w:rsidP="00C00FB7" w:rsidRDefault="00C00FB7" w14:paraId="0059BA25" w14:textId="7777777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4</w:t>
            </w:r>
          </w:p>
        </w:tc>
      </w:tr>
    </w:tbl>
    <w:p w:rsidRPr="00A15DD5" w:rsidR="00923D7D" w:rsidP="009C54AE" w:rsidRDefault="00923D7D" w14:paraId="720B8A8F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A15DD5" w:rsidR="0085747A" w:rsidP="00F83B28" w:rsidRDefault="0085747A" w14:paraId="15028A2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1.</w:t>
      </w:r>
      <w:r w:rsidRPr="00A15DD5" w:rsidR="00E22FBC">
        <w:rPr>
          <w:rFonts w:ascii="Corbel" w:hAnsi="Corbel"/>
          <w:smallCaps w:val="0"/>
          <w:szCs w:val="24"/>
        </w:rPr>
        <w:t>2</w:t>
      </w:r>
      <w:r w:rsidRPr="00A15DD5" w:rsidR="00F83B28">
        <w:rPr>
          <w:rFonts w:ascii="Corbel" w:hAnsi="Corbel"/>
          <w:smallCaps w:val="0"/>
          <w:szCs w:val="24"/>
        </w:rPr>
        <w:t>.</w:t>
      </w:r>
      <w:r w:rsidRPr="00A15DD5" w:rsidR="00F83B28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 xml:space="preserve">Sposób realizacji zajęć  </w:t>
      </w:r>
    </w:p>
    <w:p w:rsidR="007455B3" w:rsidP="007455B3" w:rsidRDefault="007455B3" w14:paraId="45E7404A" w14:textId="7BDAB72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Pr="007455B3" w:rsidR="007455B3" w:rsidP="007455B3" w:rsidRDefault="007455B3" w14:paraId="539A361E" w14:textId="7777777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455B3">
        <w:rPr>
          <w:rStyle w:val="normaltextrun"/>
          <w:rFonts w:ascii="Segoe UI Symbol" w:hAnsi="Segoe UI Symbol" w:eastAsia="MS Gothic" w:cs="Segoe UI Symbol"/>
          <w:smallCaps w:val="0"/>
          <w:szCs w:val="24"/>
        </w:rPr>
        <w:t>☐</w:t>
      </w:r>
      <w:r w:rsidRPr="007455B3">
        <w:rPr>
          <w:rStyle w:val="normaltextrun"/>
          <w:rFonts w:ascii="Corbel" w:hAnsi="Corbel" w:cs="Segoe UI"/>
          <w:smallCaps w:val="0"/>
          <w:szCs w:val="24"/>
        </w:rPr>
        <w:t> </w:t>
      </w:r>
      <w:r w:rsidRPr="007455B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455B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:rsidRPr="00A15DD5" w:rsidR="0085747A" w:rsidP="009C54AE" w:rsidRDefault="0085747A" w14:paraId="52848E8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A15DD5" w:rsidR="00E22FBC" w:rsidP="00F83B28" w:rsidRDefault="00E22FBC" w14:paraId="425D6980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1.3 </w:t>
      </w:r>
      <w:r w:rsidRPr="00A15DD5" w:rsidR="00F83B28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>For</w:t>
      </w:r>
      <w:r w:rsidRPr="00A15DD5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A15DD5">
        <w:rPr>
          <w:rFonts w:ascii="Corbel" w:hAnsi="Corbel"/>
          <w:smallCaps w:val="0"/>
          <w:szCs w:val="24"/>
        </w:rPr>
        <w:t xml:space="preserve"> (z toku) </w:t>
      </w:r>
      <w:r w:rsidRPr="00A15DD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A024B7" w:rsidR="00C00FB7" w:rsidP="00C00FB7" w:rsidRDefault="00A024B7" w14:paraId="14A528C5" w14:textId="3EDE6E4B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wykład-egzamin</w:t>
      </w:r>
    </w:p>
    <w:p w:rsidRPr="00A024B7" w:rsidR="009C54AE" w:rsidP="00C00FB7" w:rsidRDefault="00A024B7" w14:paraId="1F19DC2B" w14:textId="2E0900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ćwiczenia – zaliczenie z oceną</w:t>
      </w:r>
    </w:p>
    <w:p w:rsidRPr="00A15DD5" w:rsidR="00A024B7" w:rsidP="009C54AE" w:rsidRDefault="00A024B7" w14:paraId="0C6492D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15DD5" w:rsidR="00E960BB" w:rsidP="009C54AE" w:rsidRDefault="0085747A" w14:paraId="7258F9E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15DD5" w:rsidR="0085747A" w:rsidTr="00745302" w14:paraId="6F56E167" w14:textId="77777777">
        <w:tc>
          <w:tcPr>
            <w:tcW w:w="9670" w:type="dxa"/>
          </w:tcPr>
          <w:p w:rsidRPr="00A15DD5" w:rsidR="0085747A" w:rsidP="00C00FB7" w:rsidRDefault="00C00FB7" w14:paraId="5A79023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:rsidRPr="00A15DD5" w:rsidR="00153C41" w:rsidP="009C54AE" w:rsidRDefault="00153C41" w14:paraId="73121C0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15DD5" w:rsidR="0085747A" w:rsidP="009C54AE" w:rsidRDefault="0071620A" w14:paraId="18CB5E2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lastRenderedPageBreak/>
        <w:t>3.</w:t>
      </w:r>
      <w:r w:rsidRPr="00A15DD5" w:rsidR="00A84C85">
        <w:rPr>
          <w:rFonts w:ascii="Corbel" w:hAnsi="Corbel"/>
          <w:szCs w:val="24"/>
        </w:rPr>
        <w:t>cele, efekty uczenia się</w:t>
      </w:r>
      <w:r w:rsidRPr="00A15DD5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A15DD5" w:rsidR="0085747A" w:rsidP="009C54AE" w:rsidRDefault="0085747A" w14:paraId="4CE84EB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15DD5" w:rsidR="0085747A" w:rsidP="009C54AE" w:rsidRDefault="0071620A" w14:paraId="071FC98D" w14:textId="77777777">
      <w:pPr>
        <w:pStyle w:val="Podpunkty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3.1 </w:t>
      </w:r>
      <w:r w:rsidRPr="00A15DD5" w:rsidR="00C05F44">
        <w:rPr>
          <w:rFonts w:ascii="Corbel" w:hAnsi="Corbel"/>
          <w:sz w:val="24"/>
          <w:szCs w:val="24"/>
        </w:rPr>
        <w:t>Cele przedmiotu</w:t>
      </w:r>
    </w:p>
    <w:p w:rsidRPr="00A15DD5" w:rsidR="00F83B28" w:rsidP="009C54AE" w:rsidRDefault="00F83B28" w14:paraId="6983D34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A15DD5" w:rsidR="00C00FB7" w:rsidTr="00C00FB7" w14:paraId="1EBA62A9" w14:textId="77777777">
        <w:tc>
          <w:tcPr>
            <w:tcW w:w="845" w:type="dxa"/>
          </w:tcPr>
          <w:p w:rsidRPr="00A15DD5" w:rsidR="00C00FB7" w:rsidP="00C00FB7" w:rsidRDefault="00C00FB7" w14:paraId="014C44D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A15DD5" w:rsidR="00C00FB7" w:rsidP="00C00FB7" w:rsidRDefault="00C00FB7" w14:paraId="65F90ED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Pr="00A15DD5" w:rsidR="00C00FB7" w:rsidTr="004C143F" w14:paraId="67B076C9" w14:textId="77777777">
        <w:tc>
          <w:tcPr>
            <w:tcW w:w="845" w:type="dxa"/>
          </w:tcPr>
          <w:p w:rsidRPr="00A15DD5" w:rsidR="00C00FB7" w:rsidP="00C00FB7" w:rsidRDefault="00C00FB7" w14:paraId="6F67C09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A15DD5" w:rsidR="00C00FB7" w:rsidP="00C00FB7" w:rsidRDefault="00C00FB7" w14:paraId="7A5345F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Wyjaśnienie roli i zadań systemu rachunkowości jako logicznego i całościowego systemu odzwierciedlającego skutki prowadzonej działalności gospodarczej w różnych formach organizacyjno-prawnych. </w:t>
            </w:r>
          </w:p>
        </w:tc>
      </w:tr>
      <w:tr w:rsidRPr="00A15DD5" w:rsidR="00C00FB7" w:rsidTr="004A628C" w14:paraId="238CEEF9" w14:textId="77777777">
        <w:tc>
          <w:tcPr>
            <w:tcW w:w="845" w:type="dxa"/>
          </w:tcPr>
          <w:p w:rsidRPr="00A15DD5" w:rsidR="00C00FB7" w:rsidP="00C00FB7" w:rsidRDefault="00C00FB7" w14:paraId="77C9FDA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Pr="00A15DD5" w:rsidR="00C00FB7" w:rsidP="00C00FB7" w:rsidRDefault="00C00FB7" w14:paraId="1B15849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Pr="00A15DD5" w:rsidR="00C00FB7" w:rsidTr="004A628C" w14:paraId="6174D049" w14:textId="77777777">
        <w:tc>
          <w:tcPr>
            <w:tcW w:w="845" w:type="dxa"/>
          </w:tcPr>
          <w:p w:rsidRPr="00A15DD5" w:rsidR="00C00FB7" w:rsidP="00C00FB7" w:rsidRDefault="00C00FB7" w14:paraId="70B896E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Pr="00A15DD5" w:rsidR="00C00FB7" w:rsidP="00C00FB7" w:rsidRDefault="00C00FB7" w14:paraId="7483057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:rsidRPr="00A15DD5" w:rsidR="0085747A" w:rsidP="009C54AE" w:rsidRDefault="0085747A" w14:paraId="596773A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A15DD5" w:rsidR="001D7B54" w:rsidP="009C54AE" w:rsidRDefault="009F4610" w14:paraId="70CDE16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3.2 </w:t>
      </w:r>
      <w:r w:rsidRPr="00A15DD5" w:rsidR="001D7B54">
        <w:rPr>
          <w:rFonts w:ascii="Corbel" w:hAnsi="Corbel"/>
          <w:b/>
          <w:sz w:val="24"/>
          <w:szCs w:val="24"/>
        </w:rPr>
        <w:t xml:space="preserve">Efekty </w:t>
      </w:r>
      <w:r w:rsidRPr="00A15DD5" w:rsidR="00C05F44">
        <w:rPr>
          <w:rFonts w:ascii="Corbel" w:hAnsi="Corbel"/>
          <w:b/>
          <w:sz w:val="24"/>
          <w:szCs w:val="24"/>
        </w:rPr>
        <w:t xml:space="preserve">uczenia się </w:t>
      </w:r>
      <w:r w:rsidRPr="00A15DD5" w:rsidR="001D7B54">
        <w:rPr>
          <w:rFonts w:ascii="Corbel" w:hAnsi="Corbel"/>
          <w:b/>
          <w:sz w:val="24"/>
          <w:szCs w:val="24"/>
        </w:rPr>
        <w:t>dla przedmiotu</w:t>
      </w:r>
    </w:p>
    <w:p w:rsidRPr="00A15DD5" w:rsidR="001D7B54" w:rsidP="009C54AE" w:rsidRDefault="001D7B54" w14:paraId="254C3A2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A15DD5" w:rsidR="0085747A" w:rsidTr="121C1DEF" w14:paraId="26D95F62" w14:textId="77777777">
        <w:tc>
          <w:tcPr>
            <w:tcW w:w="1681" w:type="dxa"/>
            <w:vAlign w:val="center"/>
          </w:tcPr>
          <w:p w:rsidRPr="00A15DD5" w:rsidR="0085747A" w:rsidP="009C54AE" w:rsidRDefault="0085747A" w14:paraId="785FC4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smallCaps w:val="0"/>
                <w:szCs w:val="24"/>
              </w:rPr>
              <w:t>EK</w:t>
            </w:r>
            <w:r w:rsidRPr="00A15DD5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A15DD5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A15DD5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A15DD5" w:rsidR="0085747A" w:rsidP="00C05F44" w:rsidRDefault="0085747A" w14:paraId="0CEF52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A15DD5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A15DD5" w:rsidR="0085747A" w:rsidP="00C05F44" w:rsidRDefault="0085747A" w14:paraId="5438EC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15DD5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A15DD5" w:rsidR="00145F9F" w:rsidTr="121C1DEF" w14:paraId="2B146562" w14:textId="77777777">
        <w:tc>
          <w:tcPr>
            <w:tcW w:w="1681" w:type="dxa"/>
          </w:tcPr>
          <w:p w:rsidRPr="00A15DD5" w:rsidR="00145F9F" w:rsidP="00145F9F" w:rsidRDefault="00145F9F" w14:paraId="7C2CF61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:rsidRPr="00A15DD5" w:rsidR="00145F9F" w:rsidP="00145F9F" w:rsidRDefault="6E321AB0" w14:paraId="63EA8343" w14:textId="67201A5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121C1DEF" w:rsidR="00145F9F">
              <w:rPr>
                <w:rFonts w:ascii="Corbel" w:hAnsi="Corbel"/>
                <w:sz w:val="24"/>
                <w:szCs w:val="24"/>
              </w:rPr>
              <w:t>podstawowe pojęcia z zakresu rachunkowości</w:t>
            </w:r>
            <w:r w:rsidRPr="121C1DEF" w:rsidR="04CFE14B">
              <w:rPr>
                <w:rFonts w:ascii="Corbel" w:hAnsi="Corbel"/>
                <w:sz w:val="24"/>
                <w:szCs w:val="24"/>
              </w:rPr>
              <w:t xml:space="preserve"> i</w:t>
            </w:r>
            <w:r w:rsidRPr="121C1DEF" w:rsidR="10AA1347">
              <w:rPr>
                <w:rFonts w:ascii="Corbel" w:hAnsi="Corbel"/>
                <w:sz w:val="24"/>
                <w:szCs w:val="24"/>
              </w:rPr>
              <w:t xml:space="preserve"> </w:t>
            </w:r>
            <w:r w:rsidRPr="121C1DEF" w:rsidR="00145F9F">
              <w:rPr>
                <w:rFonts w:ascii="Corbel" w:hAnsi="Corbel"/>
                <w:sz w:val="24"/>
                <w:szCs w:val="24"/>
              </w:rPr>
              <w:t> zakładania ksiąg rachunkowych, nadrzędn</w:t>
            </w:r>
            <w:r w:rsidRPr="121C1DEF" w:rsidR="4374C67C">
              <w:rPr>
                <w:rFonts w:ascii="Corbel" w:hAnsi="Corbel"/>
                <w:sz w:val="24"/>
                <w:szCs w:val="24"/>
              </w:rPr>
              <w:t>e</w:t>
            </w:r>
            <w:r w:rsidRPr="121C1DEF" w:rsidR="00145F9F">
              <w:rPr>
                <w:rFonts w:ascii="Corbel" w:hAnsi="Corbel"/>
                <w:sz w:val="24"/>
                <w:szCs w:val="24"/>
              </w:rPr>
              <w:t xml:space="preserve"> zasad</w:t>
            </w:r>
            <w:r w:rsidRPr="121C1DEF" w:rsidR="72843D76">
              <w:rPr>
                <w:rFonts w:ascii="Corbel" w:hAnsi="Corbel"/>
                <w:sz w:val="24"/>
                <w:szCs w:val="24"/>
              </w:rPr>
              <w:t>y met</w:t>
            </w:r>
            <w:r w:rsidRPr="121C1DEF" w:rsidR="00145F9F">
              <w:rPr>
                <w:rFonts w:ascii="Corbel" w:hAnsi="Corbel"/>
                <w:sz w:val="24"/>
                <w:szCs w:val="24"/>
              </w:rPr>
              <w:t>od</w:t>
            </w:r>
            <w:r w:rsidRPr="121C1DEF" w:rsidR="191A2F2E">
              <w:rPr>
                <w:rFonts w:ascii="Corbel" w:hAnsi="Corbel"/>
                <w:sz w:val="24"/>
                <w:szCs w:val="24"/>
              </w:rPr>
              <w:t>y</w:t>
            </w:r>
            <w:r w:rsidRPr="121C1DEF" w:rsidR="00145F9F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Pr="121C1DEF" w:rsidR="7971F1FC">
              <w:rPr>
                <w:rFonts w:ascii="Corbel" w:hAnsi="Corbel"/>
                <w:sz w:val="24"/>
                <w:szCs w:val="24"/>
              </w:rPr>
              <w:t xml:space="preserve"> oraz podstawowe zasady ochrony własności intelektualnej i prawa autorskiego.</w:t>
            </w:r>
          </w:p>
        </w:tc>
        <w:tc>
          <w:tcPr>
            <w:tcW w:w="1865" w:type="dxa"/>
          </w:tcPr>
          <w:p w:rsidR="007455B3" w:rsidP="007455B3" w:rsidRDefault="00EE15BB" w14:paraId="73D2C7B0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K_W01</w:t>
            </w:r>
            <w:r w:rsidRPr="00EE15BB" w:rsidR="007455B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7455B3" w:rsidP="007455B3" w:rsidRDefault="007455B3" w14:paraId="6198F415" w14:textId="2EB86A4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W10</w:t>
            </w:r>
          </w:p>
          <w:p w:rsidRPr="00A15DD5" w:rsidR="00145F9F" w:rsidP="00D75B1A" w:rsidRDefault="00145F9F" w14:paraId="36BA7B2E" w14:textId="43D8A77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A15DD5" w:rsidR="00145F9F" w:rsidTr="121C1DEF" w14:paraId="583F7A2E" w14:textId="77777777">
        <w:tc>
          <w:tcPr>
            <w:tcW w:w="1681" w:type="dxa"/>
          </w:tcPr>
          <w:p w:rsidRPr="00A15DD5" w:rsidR="00145F9F" w:rsidP="00145F9F" w:rsidRDefault="00145F9F" w14:paraId="488239F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Pr="00A15DD5" w:rsidR="00145F9F" w:rsidP="00145F9F" w:rsidRDefault="00145F9F" w14:paraId="46F79380" w14:textId="1163CD8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Identyfikuje wzajemne powiązania i relacje pomiędzy składnikami majątkowo-kapitałowymi oraz wynikami uzyskiwanymi na prowadzonych działalnościach</w:t>
            </w:r>
            <w:r w:rsidRPr="121C1DEF" w:rsidR="00D60DFD">
              <w:rPr>
                <w:rFonts w:ascii="Corbel" w:hAnsi="Corbel"/>
                <w:sz w:val="24"/>
                <w:szCs w:val="24"/>
              </w:rPr>
              <w:t xml:space="preserve"> organizacji różnego typu</w:t>
            </w:r>
            <w:r w:rsidRPr="121C1DEF" w:rsidR="648FB709">
              <w:rPr>
                <w:rFonts w:ascii="Corbel" w:hAnsi="Corbel"/>
                <w:sz w:val="24"/>
                <w:szCs w:val="24"/>
              </w:rPr>
              <w:t>, wykorzystując w tym celu różne metody analizy i prezentacji danych.</w:t>
            </w:r>
          </w:p>
        </w:tc>
        <w:tc>
          <w:tcPr>
            <w:tcW w:w="1865" w:type="dxa"/>
          </w:tcPr>
          <w:p w:rsidR="007455B3" w:rsidP="007455B3" w:rsidRDefault="007455B3" w14:paraId="54D6AE61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  <w:p w:rsidRPr="00EE15BB" w:rsidR="00145F9F" w:rsidP="00D75B1A" w:rsidRDefault="00EE15BB" w14:paraId="22E26141" w14:textId="7843A2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:rsidRPr="00EE15BB" w:rsidR="00145F9F" w:rsidP="00D75B1A" w:rsidRDefault="00EE15BB" w14:paraId="61B9C697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:rsidRPr="00A15DD5" w:rsidR="00145F9F" w:rsidP="00D75B1A" w:rsidRDefault="00145F9F" w14:paraId="2F046FBD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A15DD5" w:rsidR="00145F9F" w:rsidTr="121C1DEF" w14:paraId="7C5D30C7" w14:textId="77777777">
        <w:tc>
          <w:tcPr>
            <w:tcW w:w="1681" w:type="dxa"/>
          </w:tcPr>
          <w:p w:rsidRPr="00A15DD5" w:rsidR="00145F9F" w:rsidP="00145F9F" w:rsidRDefault="00145F9F" w14:paraId="163F0C5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Pr="00A15DD5" w:rsidR="00145F9F" w:rsidP="00145F9F" w:rsidRDefault="62FD0CDA" w14:paraId="0BC9CA24" w14:textId="23C2DB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s</w:t>
            </w:r>
            <w:r w:rsidRPr="121C1DEF" w:rsidR="00145F9F">
              <w:rPr>
                <w:rFonts w:ascii="Corbel" w:hAnsi="Corbel"/>
                <w:sz w:val="24"/>
                <w:szCs w:val="24"/>
              </w:rPr>
              <w:t>porząd</w:t>
            </w:r>
            <w:r w:rsidRPr="121C1DEF" w:rsidR="693D05D1">
              <w:rPr>
                <w:rFonts w:ascii="Corbel" w:hAnsi="Corbel"/>
                <w:sz w:val="24"/>
                <w:szCs w:val="24"/>
              </w:rPr>
              <w:t>zić</w:t>
            </w:r>
            <w:r w:rsidRPr="121C1DEF" w:rsidR="00145F9F">
              <w:rPr>
                <w:rFonts w:ascii="Corbel" w:hAnsi="Corbel"/>
                <w:sz w:val="24"/>
                <w:szCs w:val="24"/>
              </w:rPr>
              <w:t xml:space="preserve"> podstawowe elementy sprawozdania finansowego (bilans, rachunek zysków i strat).  Interpretuje, łączy i analizuje poszczególne pozycje rocznego sprawozdania finansowego oraz rozumie rolę rachunkowości w zarządzaniu jednostką</w:t>
            </w:r>
          </w:p>
        </w:tc>
        <w:tc>
          <w:tcPr>
            <w:tcW w:w="1865" w:type="dxa"/>
          </w:tcPr>
          <w:p w:rsidR="00EE15BB" w:rsidP="00D75B1A" w:rsidRDefault="00EE15BB" w14:paraId="11DC2B01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:rsidRPr="00A15DD5" w:rsidR="00EE15BB" w:rsidP="00D75B1A" w:rsidRDefault="00EE15BB" w14:paraId="466A7026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Pr="00A15DD5" w:rsidR="00145F9F" w:rsidTr="121C1DEF" w14:paraId="4776483B" w14:textId="77777777">
        <w:tc>
          <w:tcPr>
            <w:tcW w:w="1681" w:type="dxa"/>
          </w:tcPr>
          <w:p w:rsidRPr="00A15DD5" w:rsidR="00145F9F" w:rsidP="00145F9F" w:rsidRDefault="00145F9F" w14:paraId="1E252D5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Pr="00A15DD5" w:rsidR="00145F9F" w:rsidP="00D60DFD" w:rsidRDefault="00145F9F" w14:paraId="134A385B" w14:textId="000158A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ocenić przebieg i rozmiary procesów gospodarczych zachodzących w p</w:t>
            </w:r>
            <w:r w:rsidRPr="121C1DEF" w:rsidR="2784564E">
              <w:rPr>
                <w:rFonts w:ascii="Corbel" w:hAnsi="Corbel"/>
                <w:sz w:val="24"/>
                <w:szCs w:val="24"/>
              </w:rPr>
              <w:t>rzedsiębiorstwach</w:t>
            </w:r>
            <w:r w:rsidRPr="121C1DEF">
              <w:rPr>
                <w:rFonts w:ascii="Corbel" w:hAnsi="Corbel"/>
                <w:sz w:val="24"/>
                <w:szCs w:val="24"/>
              </w:rPr>
              <w:t xml:space="preserve"> oraz analizować ich efekty ekonomiczne na podstawie przeprowadzonej ewidencji księgowej (z uwzględnieniem norm zawodu księgowego, etyki, regulacji prawnych)</w:t>
            </w:r>
            <w:r w:rsidRPr="121C1DEF" w:rsidR="00D60DFD">
              <w:rPr>
                <w:rFonts w:ascii="Corbel" w:hAnsi="Corbel"/>
                <w:sz w:val="24"/>
                <w:szCs w:val="24"/>
              </w:rPr>
              <w:t xml:space="preserve">, </w:t>
            </w:r>
            <w:r w:rsidRPr="121C1DEF" w:rsidR="00D60DFD">
              <w:rPr>
                <w:rFonts w:ascii="Corbel" w:hAnsi="Corbel"/>
                <w:sz w:val="24"/>
                <w:szCs w:val="24"/>
              </w:rPr>
              <w:lastRenderedPageBreak/>
              <w:t>wykorzystując metody, narzędzia i techniki informacyjno – komunikacyjne</w:t>
            </w:r>
            <w:r w:rsidRPr="121C1DEF" w:rsidR="6D53A19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145F9F" w:rsidP="00D75B1A" w:rsidRDefault="00EE15BB" w14:paraId="17BDD0CB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K_U01</w:t>
            </w:r>
          </w:p>
          <w:p w:rsidR="00EE15BB" w:rsidP="00D75B1A" w:rsidRDefault="00EE15BB" w14:paraId="67FFC386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:rsidR="00EE15BB" w:rsidP="00D75B1A" w:rsidRDefault="00EE15BB" w14:paraId="59FCEC55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:rsidRPr="00A15DD5" w:rsidR="00EE15BB" w:rsidP="00D75B1A" w:rsidRDefault="00EE15BB" w14:paraId="34D416AA" w14:textId="1CC3664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A15DD5" w:rsidR="007455B3" w:rsidTr="121C1DEF" w14:paraId="2B8DBFEB" w14:textId="77777777">
        <w:tc>
          <w:tcPr>
            <w:tcW w:w="1681" w:type="dxa"/>
          </w:tcPr>
          <w:p w:rsidRPr="00A15DD5" w:rsidR="007455B3" w:rsidP="00145F9F" w:rsidRDefault="007455B3" w14:paraId="213A5E02" w14:textId="381DF32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:rsidRPr="00A15DD5" w:rsidR="007455B3" w:rsidP="00D60DFD" w:rsidRDefault="69263F06" w14:paraId="57353D5B" w14:textId="01170E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J</w:t>
            </w:r>
            <w:r w:rsidRPr="121C1DEF" w:rsidR="007455B3">
              <w:rPr>
                <w:rFonts w:ascii="Corbel" w:hAnsi="Corbel"/>
                <w:sz w:val="24"/>
                <w:szCs w:val="24"/>
              </w:rPr>
              <w:t>est gotów do uczestnictwa w realizacji projektów gospodarczych</w:t>
            </w:r>
            <w:r w:rsidRPr="121C1DEF" w:rsidR="0012F6D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455B3" w:rsidP="00D75B1A" w:rsidRDefault="007455B3" w14:paraId="307FA29A" w14:textId="0F36F22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:rsidRPr="00A15DD5" w:rsidR="0085747A" w:rsidP="009C54AE" w:rsidRDefault="0085747A" w14:paraId="1FBDDC6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15DD5" w:rsidR="0085747A" w:rsidP="009C54AE" w:rsidRDefault="00675843" w14:paraId="51BDDEA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>3.3</w:t>
      </w:r>
      <w:r w:rsidRPr="00A15DD5" w:rsidR="0085747A">
        <w:rPr>
          <w:rFonts w:ascii="Corbel" w:hAnsi="Corbel"/>
          <w:b/>
          <w:sz w:val="24"/>
          <w:szCs w:val="24"/>
        </w:rPr>
        <w:t>T</w:t>
      </w:r>
      <w:r w:rsidRPr="00A15DD5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A15DD5" w:rsidR="0085747A" w:rsidP="009C54AE" w:rsidRDefault="0085747A" w14:paraId="7C14323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Problematyka wykładu </w:t>
      </w:r>
    </w:p>
    <w:p w:rsidRPr="00A15DD5" w:rsidR="00675843" w:rsidP="009C54AE" w:rsidRDefault="00675843" w14:paraId="2DD8527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15DD5" w:rsidR="0085747A" w:rsidTr="008C2114" w14:paraId="000E3CA0" w14:textId="77777777">
        <w:tc>
          <w:tcPr>
            <w:tcW w:w="9520" w:type="dxa"/>
          </w:tcPr>
          <w:p w:rsidRPr="00A15DD5" w:rsidR="0085747A" w:rsidP="009C54AE" w:rsidRDefault="0085747A" w14:paraId="5EE1307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A15DD5" w:rsidR="008C2114" w:rsidTr="008C2114" w14:paraId="2398E955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8C2114" w:rsidP="008C2114" w:rsidRDefault="008C2114" w14:paraId="3D387A5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:rsidRPr="00A15DD5" w:rsidR="008C2114" w:rsidP="008C2114" w:rsidRDefault="008C2114" w14:paraId="3ABA995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Pr="00A15DD5" w:rsidR="008C2114" w:rsidTr="008C2114" w14:paraId="70DD428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8C2114" w:rsidP="008C2114" w:rsidRDefault="008C2114" w14:paraId="3C3C361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:rsidRPr="00A15DD5" w:rsidR="008C2114" w:rsidP="008C2114" w:rsidRDefault="008C2114" w14:paraId="6CF43D3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</w:p>
        </w:tc>
      </w:tr>
      <w:tr w:rsidRPr="00A15DD5" w:rsidR="008C2114" w:rsidTr="008C2114" w14:paraId="52A4781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8C2114" w:rsidP="00B8190C" w:rsidRDefault="008C2114" w14:paraId="734EA72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:rsidRPr="00A15DD5" w:rsidR="008C2114" w:rsidP="00B8190C" w:rsidRDefault="008C2114" w14:paraId="2B6EBF0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Pr="00A15DD5" w:rsidR="008C2114" w:rsidTr="008C2114" w14:paraId="24C9EDB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8C2114" w:rsidP="00B8190C" w:rsidRDefault="008C2114" w14:paraId="0A9FFBC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:rsidRPr="00A15DD5" w:rsidR="008C2114" w:rsidP="00B8190C" w:rsidRDefault="008C2114" w14:paraId="368B9B1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Pr="00A15DD5" w:rsidR="008C2114" w:rsidTr="008C2114" w14:paraId="00C742F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8C2114" w:rsidP="00B8190C" w:rsidRDefault="008C2114" w14:paraId="71B0707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:rsidRPr="00A15DD5" w:rsidR="008C2114" w:rsidP="00B8190C" w:rsidRDefault="008C2114" w14:paraId="18D6BAC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Pr="00A15DD5" w:rsidR="008C2114" w:rsidTr="008C2114" w14:paraId="696CE634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8C2114" w:rsidP="00B8190C" w:rsidRDefault="008C2114" w14:paraId="77612185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:rsidRPr="00A15DD5" w:rsidR="008C2114" w:rsidP="00B8190C" w:rsidRDefault="008C2114" w14:paraId="644FEE1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Pr="00A15DD5" w:rsidR="008C2114" w:rsidTr="008C2114" w14:paraId="3907434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8C2114" w:rsidP="00B8190C" w:rsidRDefault="008C2114" w14:paraId="11C8458A" w14:textId="7777777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:rsidRPr="00A15DD5" w:rsidR="008C2114" w:rsidP="00B8190C" w:rsidRDefault="008C2114" w14:paraId="4B208125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Funkcjonowanie kont kosztów 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Pr="00A15DD5" w:rsidR="008C2114" w:rsidTr="008C2114" w14:paraId="4B51D9A4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8C2114" w:rsidP="00B8190C" w:rsidRDefault="008C2114" w14:paraId="66ABF425" w14:textId="7777777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:rsidRPr="00A15DD5" w:rsidR="008C2114" w:rsidP="00B8190C" w:rsidRDefault="008C2114" w14:paraId="6DC21FF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Pr="00A15DD5" w:rsidR="008C2114" w:rsidTr="008C2114" w14:paraId="7FE5775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8C2114" w:rsidP="00B8190C" w:rsidRDefault="008C2114" w14:paraId="1E17535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Pr="00A15DD5" w:rsidR="008C2114" w:rsidTr="008C2114" w14:paraId="71EB965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8C2114" w:rsidP="00B8190C" w:rsidRDefault="008C2114" w14:paraId="211F2D2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:rsidRPr="00A15DD5" w:rsidR="008C2114" w:rsidP="00B8190C" w:rsidRDefault="008C2114" w14:paraId="4414ED9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Pr="00A15DD5" w:rsidR="008C2114" w:rsidTr="008C2114" w14:paraId="2252051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8C2114" w:rsidP="00B8190C" w:rsidRDefault="008C2114" w14:paraId="75F280C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aktywów finansowych i rozrachunków. </w:t>
            </w:r>
          </w:p>
          <w:p w:rsidRPr="00A15DD5" w:rsidR="008C2114" w:rsidP="00B8190C" w:rsidRDefault="008C2114" w14:paraId="734467E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otwartym i zamkniętym. Krótkoterminowe papiery wartościowe. Ewidencja księgowa rozrachunków, rozliczenie roszczeń . </w:t>
            </w:r>
          </w:p>
        </w:tc>
      </w:tr>
      <w:tr w:rsidRPr="00A15DD5" w:rsidR="008C2114" w:rsidTr="008C2114" w14:paraId="1358EB8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8C2114" w:rsidP="00B8190C" w:rsidRDefault="008C2114" w14:paraId="3F9B3CC5" w14:textId="7777777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zapasów. </w:t>
            </w:r>
          </w:p>
          <w:p w:rsidRPr="00A15DD5" w:rsidR="008C2114" w:rsidP="00B8190C" w:rsidRDefault="008C2114" w14:paraId="4177287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 Ewidencja obrotu materiałowego . Produkty pracy – klasyfikacja i księgowanie .</w:t>
            </w:r>
          </w:p>
        </w:tc>
      </w:tr>
      <w:tr w:rsidRPr="00A15DD5" w:rsidR="008C2114" w:rsidTr="008C2114" w14:paraId="6394C73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8C2114" w:rsidP="00B8190C" w:rsidRDefault="008C2114" w14:paraId="554F47CB" w14:textId="7777777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:rsidRPr="00A15DD5" w:rsidR="008C2114" w:rsidP="00B8190C" w:rsidRDefault="008C2114" w14:paraId="5D821CB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Elementy sprawozdania finansowego: bilans,  rachunek zysków i strat, rachunek przepływów pieniężnych, zestawienie zmian w kapitale własnym . </w:t>
            </w:r>
          </w:p>
        </w:tc>
      </w:tr>
    </w:tbl>
    <w:p w:rsidRPr="00A15DD5" w:rsidR="0085747A" w:rsidP="009C54AE" w:rsidRDefault="0085747A" w14:paraId="5DAB52E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A15DD5" w:rsidR="0085747A" w:rsidP="009C54AE" w:rsidRDefault="0085747A" w14:paraId="10997F6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A15DD5" w:rsidR="009F4610">
        <w:rPr>
          <w:rFonts w:ascii="Corbel" w:hAnsi="Corbel"/>
          <w:sz w:val="24"/>
          <w:szCs w:val="24"/>
        </w:rPr>
        <w:t xml:space="preserve">, </w:t>
      </w:r>
      <w:r w:rsidRPr="00A15DD5">
        <w:rPr>
          <w:rFonts w:ascii="Corbel" w:hAnsi="Corbel"/>
          <w:sz w:val="24"/>
          <w:szCs w:val="24"/>
        </w:rPr>
        <w:t xml:space="preserve">zajęć praktycznych </w:t>
      </w:r>
    </w:p>
    <w:p w:rsidRPr="00A15DD5" w:rsidR="0085747A" w:rsidP="009C54AE" w:rsidRDefault="0085747A" w14:paraId="6BB87CEF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15DD5" w:rsidR="0085747A" w:rsidTr="00D97F4C" w14:paraId="04101FEC" w14:textId="77777777">
        <w:tc>
          <w:tcPr>
            <w:tcW w:w="9520" w:type="dxa"/>
          </w:tcPr>
          <w:p w:rsidRPr="00A15DD5" w:rsidR="0085747A" w:rsidP="009C54AE" w:rsidRDefault="0085747A" w14:paraId="1F9DCEB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A15DD5" w:rsidR="00D97F4C" w:rsidTr="00D97F4C" w14:paraId="4E82E30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D97F4C" w:rsidP="00812C56" w:rsidRDefault="00D97F4C" w14:paraId="79A54140" w14:textId="77777777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:rsidRPr="00A15DD5" w:rsidR="00D97F4C" w:rsidP="00812C56" w:rsidRDefault="00D97F4C" w14:paraId="53C52E02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Pr="00A15DD5" w:rsidR="00D97F4C" w:rsidTr="00D97F4C" w14:paraId="4E32C3D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D97F4C" w:rsidP="00812C56" w:rsidRDefault="00D97F4C" w14:paraId="0E4BAD3B" w14:textId="77777777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:rsidRPr="00A15DD5" w:rsidR="00D97F4C" w:rsidP="00812C56" w:rsidRDefault="00D97F4C" w14:paraId="08415A52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Pr="00A15DD5" w:rsidR="00D97F4C" w:rsidTr="00D97F4C" w14:paraId="261DEFB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D97F4C" w:rsidP="00812C56" w:rsidRDefault="00D97F4C" w14:paraId="0C9111D0" w14:textId="77777777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:rsidRPr="00A15DD5" w:rsidR="00D97F4C" w:rsidP="00812C56" w:rsidRDefault="00D97F4C" w14:paraId="34651D33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Pr="00A15DD5" w:rsidR="00D97F4C" w:rsidTr="00D97F4C" w14:paraId="72CBD05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D97F4C" w:rsidP="00812C56" w:rsidRDefault="00D97F4C" w14:paraId="65811BAF" w14:textId="77777777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:rsidRPr="00A15DD5" w:rsidR="00D97F4C" w:rsidP="00812C56" w:rsidRDefault="00D97F4C" w14:paraId="2510063B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Zasady funkcjonowania</w:t>
            </w:r>
            <w:r w:rsidRPr="00A15DD5" w:rsidR="00812C56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Pr="00A15DD5" w:rsidR="00D97F4C" w:rsidTr="00D97F4C" w14:paraId="18F9CF7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D97F4C" w:rsidP="00812C56" w:rsidRDefault="00D97F4C" w14:paraId="10054BD7" w14:textId="77777777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:rsidRPr="00A15DD5" w:rsidR="00D97F4C" w:rsidP="00812C56" w:rsidRDefault="00D97F4C" w14:paraId="363B38AB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Pr="00A15DD5" w:rsidR="00812C56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Pr="00A15DD5" w:rsidR="00D97F4C" w:rsidTr="00D97F4C" w14:paraId="28022EB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D97F4C" w:rsidP="00812C56" w:rsidRDefault="00D97F4C" w14:paraId="4299C04F" w14:textId="77777777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:rsidRPr="00A15DD5" w:rsidR="00D97F4C" w:rsidP="00812C56" w:rsidRDefault="00D97F4C" w14:paraId="1F735EA2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Pr="00A15DD5" w:rsidR="00D97F4C" w:rsidTr="00D97F4C" w14:paraId="55F1A43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D97F4C" w:rsidP="00812C56" w:rsidRDefault="00D97F4C" w14:paraId="76C6EF5B" w14:textId="77777777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:rsidRPr="00A15DD5" w:rsidR="00D97F4C" w:rsidP="00812C56" w:rsidRDefault="00D97F4C" w14:paraId="48D95DD6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obrotu gotówkowego. Ewidencja obrot</w:t>
            </w:r>
            <w:r w:rsidRPr="00A15DD5" w:rsidR="00812C56">
              <w:rPr>
                <w:rFonts w:ascii="Corbel" w:hAnsi="Corbel"/>
                <w:sz w:val="24"/>
                <w:szCs w:val="24"/>
              </w:rPr>
              <w:t>u bezgotówkowego. Rozrachunki z </w:t>
            </w:r>
            <w:r w:rsidRPr="00A15DD5">
              <w:rPr>
                <w:rFonts w:ascii="Corbel" w:hAnsi="Corbel"/>
                <w:sz w:val="24"/>
                <w:szCs w:val="24"/>
              </w:rPr>
              <w:t>bankiem. Rachunki i kredyty bankowe. Ewidencja krótkoterminowych papierów wartościowych. Inne środki pieniężne (czeki i weksle obce).</w:t>
            </w:r>
          </w:p>
        </w:tc>
      </w:tr>
      <w:tr w:rsidRPr="00A15DD5" w:rsidR="00D97F4C" w:rsidTr="00D97F4C" w14:paraId="5CCCDE4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D97F4C" w:rsidP="00812C56" w:rsidRDefault="00D97F4C" w14:paraId="3236E5FF" w14:textId="77777777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:rsidRPr="00A15DD5" w:rsidR="00D97F4C" w:rsidP="00812C56" w:rsidRDefault="00D97F4C" w14:paraId="7F222AB2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Ewidencja księgowa środków trwałych, środków trwałych w budowie, wartości niematerialnych i prawnych, aktywów finansowych długotermin</w:t>
            </w:r>
            <w:r w:rsidRPr="00A15DD5" w:rsidR="00812C56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A15D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Pr="00A15DD5" w:rsidR="00D97F4C" w:rsidTr="00D97F4C" w14:paraId="0D70ECE9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D97F4C" w:rsidP="00812C56" w:rsidRDefault="00D97F4C" w14:paraId="3A79490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rzeczowego majątku obrotowego. </w:t>
            </w:r>
          </w:p>
          <w:p w:rsidRPr="00A15DD5" w:rsidR="00D97F4C" w:rsidP="00812C56" w:rsidRDefault="00D97F4C" w14:paraId="59F4551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Pr="00A15DD5" w:rsidR="00D97F4C" w:rsidTr="00D97F4C" w14:paraId="0F235F9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5DD5" w:rsidR="00D97F4C" w:rsidP="00812C56" w:rsidRDefault="00D97F4C" w14:paraId="403D57CC" w14:textId="77777777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:rsidRPr="00A15DD5" w:rsidR="00D97F4C" w:rsidP="00812C56" w:rsidRDefault="00D97F4C" w14:paraId="0C5E0CF2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Pr="00A15DD5" w:rsidR="00812C56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:rsidRPr="00A15DD5" w:rsidR="0085747A" w:rsidP="009C54AE" w:rsidRDefault="0085747A" w14:paraId="5B177FE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15DD5" w:rsidR="0085747A" w:rsidP="009C54AE" w:rsidRDefault="009F4610" w14:paraId="2F93469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3.4 Metody dydaktyczne</w:t>
      </w:r>
    </w:p>
    <w:p w:rsidRPr="00A15DD5" w:rsidR="00B71CDC" w:rsidP="009C54AE" w:rsidRDefault="00B71CDC" w14:paraId="40070D9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A15DD5" w:rsidR="00B71CDC" w:rsidP="00B71CDC" w:rsidRDefault="00B71CDC" w14:paraId="69A1C07C" w14:textId="77777777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Wykład: wykład z prezentacją multimedialną, metody kształcenia na odległość. </w:t>
      </w:r>
    </w:p>
    <w:p w:rsidRPr="00A15DD5" w:rsidR="00B71CDC" w:rsidP="00B71CDC" w:rsidRDefault="00B71CDC" w14:paraId="7D623254" w14:textId="77777777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dyskusja), metody kształcenia na odległość.</w:t>
      </w:r>
    </w:p>
    <w:p w:rsidRPr="00A15DD5" w:rsidR="0085747A" w:rsidP="00B71CDC" w:rsidRDefault="0085747A" w14:paraId="3B31C63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15DD5" w:rsidR="0085747A" w:rsidP="009C54AE" w:rsidRDefault="00C61DC5" w14:paraId="7F8CFB1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 </w:t>
      </w:r>
      <w:r w:rsidRPr="00A15DD5" w:rsidR="0085747A">
        <w:rPr>
          <w:rFonts w:ascii="Corbel" w:hAnsi="Corbel"/>
          <w:smallCaps w:val="0"/>
          <w:szCs w:val="24"/>
        </w:rPr>
        <w:t>METODY I KRYTERIA OCENY</w:t>
      </w:r>
    </w:p>
    <w:p w:rsidRPr="00A15DD5" w:rsidR="00923D7D" w:rsidP="009C54AE" w:rsidRDefault="00923D7D" w14:paraId="5E88E75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15DD5" w:rsidR="0085747A" w:rsidP="009C54AE" w:rsidRDefault="0085747A" w14:paraId="45209E2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4.1 Sposoby weryfikacji efektów </w:t>
      </w:r>
      <w:r w:rsidRPr="00A15DD5" w:rsidR="00C05F44">
        <w:rPr>
          <w:rFonts w:ascii="Corbel" w:hAnsi="Corbel"/>
          <w:smallCaps w:val="0"/>
          <w:szCs w:val="24"/>
        </w:rPr>
        <w:t>uczenia się</w:t>
      </w:r>
    </w:p>
    <w:p w:rsidRPr="00A15DD5" w:rsidR="0085747A" w:rsidP="009C54AE" w:rsidRDefault="0085747A" w14:paraId="0F5FD69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A15DD5" w:rsidR="0085747A" w:rsidTr="008C2CE1" w14:paraId="16FDB9AD" w14:textId="77777777">
        <w:tc>
          <w:tcPr>
            <w:tcW w:w="1962" w:type="dxa"/>
            <w:vAlign w:val="center"/>
          </w:tcPr>
          <w:p w:rsidRPr="00A15DD5" w:rsidR="0085747A" w:rsidP="009C54AE" w:rsidRDefault="0071620A" w14:paraId="6AB8674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A15DD5" w:rsidR="0085747A" w:rsidP="009C54AE" w:rsidRDefault="00F974DA" w14:paraId="3F5FC5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A15DD5" w:rsidR="0085747A" w:rsidP="009C54AE" w:rsidRDefault="009F4610" w14:paraId="5837C2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A15DD5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A15DD5" w:rsidR="00923D7D" w:rsidP="009C54AE" w:rsidRDefault="0085747A" w14:paraId="6E3245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A15DD5" w:rsidR="0085747A" w:rsidP="009C54AE" w:rsidRDefault="0085747A" w14:paraId="19957D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A15DD5" w:rsidR="008C2CE1" w:rsidTr="008C2CE1" w14:paraId="698D5AA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5DD5" w:rsidR="008C2CE1" w:rsidP="008C2CE1" w:rsidRDefault="008C2CE1" w14:paraId="1EC8F1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5DD5" w:rsidR="008C2CE1" w:rsidP="008C2CE1" w:rsidRDefault="008C2CE1" w14:paraId="1DE852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5DD5" w:rsidR="008C2CE1" w:rsidP="008C2CE1" w:rsidRDefault="007455B3" w14:paraId="74A142D2" w14:textId="078320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Pr="00A15DD5" w:rsidR="008C2CE1" w:rsidTr="008C2CE1" w14:paraId="5C20426D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5DD5" w:rsidR="008C2CE1" w:rsidP="008C2CE1" w:rsidRDefault="008C2CE1" w14:paraId="6EDC06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5DD5" w:rsidR="008C2CE1" w:rsidP="008C2CE1" w:rsidRDefault="008C2CE1" w14:paraId="09F7CE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5DD5" w:rsidR="008C2CE1" w:rsidP="008C2CE1" w:rsidRDefault="007455B3" w14:paraId="02B7B17A" w14:textId="705472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Pr="00A15DD5" w:rsidR="008C2CE1" w:rsidTr="008C2CE1" w14:paraId="7E834B4F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5DD5" w:rsidR="008C2CE1" w:rsidP="008C2CE1" w:rsidRDefault="008C2CE1" w14:paraId="5CA136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 _03 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5DD5" w:rsidR="008C2CE1" w:rsidP="008C2CE1" w:rsidRDefault="008C2CE1" w14:paraId="2FBF3F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5DD5" w:rsidR="008C2CE1" w:rsidP="008C2CE1" w:rsidRDefault="007455B3" w14:paraId="56EDDEA5" w14:textId="706C94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A15DD5" w:rsidR="008C2CE1" w:rsidTr="008C2CE1" w14:paraId="21BACF54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5DD5" w:rsidR="008C2CE1" w:rsidP="008C2CE1" w:rsidRDefault="008C2CE1" w14:paraId="0DED21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5DD5" w:rsidR="008C2CE1" w:rsidP="008C2CE1" w:rsidRDefault="008C2CE1" w14:paraId="5D1A5D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5DD5" w:rsidR="008C2CE1" w:rsidP="008C2CE1" w:rsidRDefault="007455B3" w14:paraId="577AEBF4" w14:textId="4B1768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A15DD5" w:rsidR="007455B3" w:rsidTr="008C2CE1" w14:paraId="7EC5A4BB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5DD5" w:rsidR="007455B3" w:rsidP="008C2CE1" w:rsidRDefault="007455B3" w14:paraId="1226E5D2" w14:textId="02842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5DD5" w:rsidR="007455B3" w:rsidP="008C2CE1" w:rsidRDefault="007455B3" w14:paraId="794B5B6A" w14:textId="52EDF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5DD5" w:rsidR="007455B3" w:rsidP="008C2CE1" w:rsidRDefault="007455B3" w14:paraId="5AFEDF34" w14:textId="70388E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A15DD5" w:rsidR="00923D7D" w:rsidP="009C54AE" w:rsidRDefault="00923D7D" w14:paraId="16B07B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15DD5" w:rsidR="0085747A" w:rsidP="009C54AE" w:rsidRDefault="003E1941" w14:paraId="0B75D0E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4.2 </w:t>
      </w:r>
      <w:r w:rsidRPr="00A15DD5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A15DD5" w:rsidR="00923D7D" w:rsidP="009C54AE" w:rsidRDefault="00923D7D" w14:paraId="41DCB2D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15DD5" w:rsidR="0085747A" w:rsidTr="16D3C7C7" w14:paraId="6C2EEA0A" w14:textId="77777777">
        <w:tc>
          <w:tcPr>
            <w:tcW w:w="9670" w:type="dxa"/>
          </w:tcPr>
          <w:p w:rsidRPr="00A15DD5" w:rsidR="00E6613A" w:rsidP="00E6613A" w:rsidRDefault="00E6613A" w14:paraId="4AC4E7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Pr="00A15DD5" w:rsidR="00E6613A" w:rsidP="16D3C7C7" w:rsidRDefault="2A7E1798" w14:paraId="6BFE314D" w14:textId="2BA6C3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Zaliczenie za podstawie ś</w:t>
            </w:r>
            <w:r w:rsidRPr="16D3C7C7" w:rsidR="3C3AADD6">
              <w:rPr>
                <w:rFonts w:ascii="Corbel" w:hAnsi="Corbel"/>
                <w:b w:val="0"/>
                <w:smallCaps w:val="0"/>
              </w:rPr>
              <w:t>redni</w:t>
            </w:r>
            <w:r w:rsidRPr="16D3C7C7" w:rsidR="0D58B926">
              <w:rPr>
                <w:rFonts w:ascii="Corbel" w:hAnsi="Corbel"/>
                <w:b w:val="0"/>
                <w:smallCaps w:val="0"/>
              </w:rPr>
              <w:t>ej</w:t>
            </w:r>
            <w:r w:rsidRPr="16D3C7C7" w:rsidR="3C3AADD6">
              <w:rPr>
                <w:rFonts w:ascii="Corbel" w:hAnsi="Corbel"/>
                <w:b w:val="0"/>
                <w:smallCaps w:val="0"/>
              </w:rPr>
              <w:t xml:space="preserve"> z d</w:t>
            </w:r>
            <w:r w:rsidRPr="16D3C7C7" w:rsidR="00E6613A">
              <w:rPr>
                <w:rFonts w:ascii="Corbel" w:hAnsi="Corbel"/>
                <w:b w:val="0"/>
                <w:smallCaps w:val="0"/>
              </w:rPr>
              <w:t>w</w:t>
            </w:r>
            <w:r w:rsidRPr="16D3C7C7" w:rsidR="40FD2421">
              <w:rPr>
                <w:rFonts w:ascii="Corbel" w:hAnsi="Corbel"/>
                <w:b w:val="0"/>
                <w:smallCaps w:val="0"/>
              </w:rPr>
              <w:t>óch kolokwiów skorygowana</w:t>
            </w:r>
            <w:r w:rsidRPr="16D3C7C7" w:rsidR="00E6613A">
              <w:rPr>
                <w:rFonts w:ascii="Corbel" w:hAnsi="Corbel"/>
                <w:b w:val="0"/>
                <w:smallCaps w:val="0"/>
              </w:rPr>
              <w:t xml:space="preserve"> aktywności</w:t>
            </w:r>
            <w:r w:rsidRPr="16D3C7C7" w:rsidR="723FC8CA">
              <w:rPr>
                <w:rFonts w:ascii="Corbel" w:hAnsi="Corbel"/>
                <w:b w:val="0"/>
                <w:smallCaps w:val="0"/>
              </w:rPr>
              <w:t>ą</w:t>
            </w:r>
            <w:r w:rsidRPr="16D3C7C7" w:rsidR="00E6613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Pr="16D3C7C7" w:rsidR="334ED433">
              <w:rPr>
                <w:rFonts w:ascii="Corbel" w:hAnsi="Corbel"/>
                <w:b w:val="0"/>
                <w:smallCaps w:val="0"/>
              </w:rPr>
              <w:t>em</w:t>
            </w:r>
            <w:r w:rsidRPr="16D3C7C7" w:rsidR="00E6613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:rsidRPr="00A15DD5" w:rsidR="00E6613A" w:rsidP="00E6613A" w:rsidRDefault="00E6613A" w14:paraId="11B659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:rsidRPr="00A15DD5" w:rsidR="00E6613A" w:rsidP="16D3C7C7" w:rsidRDefault="00E6613A" w14:paraId="1B9726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Egzamin pisemny składający się z części opisowo-problemowej i zadań (księgowanie, obliczenia , interpretacja).</w:t>
            </w:r>
          </w:p>
          <w:p w:rsidRPr="00A15DD5" w:rsidR="0085747A" w:rsidP="007455B3" w:rsidRDefault="00E6613A" w14:paraId="7ECBD171" w14:textId="44BDAF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Pr="00A15DD5" w:rsidR="0085747A" w:rsidP="009C54AE" w:rsidRDefault="0085747A" w14:paraId="5ED563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15DD5" w:rsidR="009F4610" w:rsidP="009C54AE" w:rsidRDefault="0085747A" w14:paraId="3B5974B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5. </w:t>
      </w:r>
      <w:r w:rsidRPr="00A15DD5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A15DD5" w:rsidR="0085747A" w:rsidP="009C54AE" w:rsidRDefault="0085747A" w14:paraId="71E03FF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A15DD5" w:rsidR="0085747A" w:rsidTr="006E6E9A" w14:paraId="4F147129" w14:textId="77777777">
        <w:tc>
          <w:tcPr>
            <w:tcW w:w="4902" w:type="dxa"/>
            <w:vAlign w:val="center"/>
          </w:tcPr>
          <w:p w:rsidRPr="00A15DD5" w:rsidR="0085747A" w:rsidP="009C54AE" w:rsidRDefault="00C61DC5" w14:paraId="4301CCC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A15DD5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A15DD5" w:rsidR="0085747A" w:rsidP="009C54AE" w:rsidRDefault="00C61DC5" w14:paraId="3718D79D" w14:textId="03328F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A15DD5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535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A15DD5" w:rsidR="006E6E9A" w:rsidTr="006E6E9A" w14:paraId="2459D9FB" w14:textId="77777777">
        <w:tc>
          <w:tcPr>
            <w:tcW w:w="4902" w:type="dxa"/>
          </w:tcPr>
          <w:p w:rsidRPr="00A15DD5" w:rsidR="006E6E9A" w:rsidP="006E6E9A" w:rsidRDefault="006E6E9A" w14:paraId="5E46048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Pr="00A15DD5" w:rsidR="006E6E9A" w:rsidP="006E6E9A" w:rsidRDefault="006E6E9A" w14:paraId="3F29096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A15DD5" w:rsidR="006E6E9A" w:rsidTr="006E6E9A" w14:paraId="0B16DEC8" w14:textId="77777777">
        <w:tc>
          <w:tcPr>
            <w:tcW w:w="4902" w:type="dxa"/>
          </w:tcPr>
          <w:p w:rsidRPr="00A15DD5" w:rsidR="006E6E9A" w:rsidP="006E6E9A" w:rsidRDefault="006E6E9A" w14:paraId="260C42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:rsidRPr="00A15DD5" w:rsidR="006E6E9A" w:rsidP="006E6E9A" w:rsidRDefault="006E6E9A" w14:paraId="3F6BC3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A15DD5" w:rsidR="006E6E9A" w:rsidP="006E6E9A" w:rsidRDefault="006E6E9A" w14:paraId="2441CB0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A15DD5" w:rsidR="006E6E9A" w:rsidTr="006E6E9A" w14:paraId="2CE02E5C" w14:textId="77777777">
        <w:tc>
          <w:tcPr>
            <w:tcW w:w="4902" w:type="dxa"/>
          </w:tcPr>
          <w:p w:rsidRPr="00A15DD5" w:rsidR="006E6E9A" w:rsidP="007455B3" w:rsidRDefault="006E6E9A" w14:paraId="07849912" w14:textId="05038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455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sz w:val="24"/>
                <w:szCs w:val="24"/>
              </w:rPr>
              <w:t>(p</w:t>
            </w:r>
            <w:r w:rsidRPr="00A15DD5" w:rsidR="000766F6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A15D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A15DD5" w:rsidR="006E6E9A" w:rsidP="006E6E9A" w:rsidRDefault="006E6E9A" w14:paraId="04F101D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Pr="00A15DD5" w:rsidR="006E6E9A" w:rsidTr="006E6E9A" w14:paraId="3BBC678B" w14:textId="77777777">
        <w:tc>
          <w:tcPr>
            <w:tcW w:w="4902" w:type="dxa"/>
          </w:tcPr>
          <w:p w:rsidRPr="00A15DD5" w:rsidR="006E6E9A" w:rsidP="006E6E9A" w:rsidRDefault="006E6E9A" w14:paraId="2F5F3B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A15DD5" w:rsidR="006E6E9A" w:rsidP="006E6E9A" w:rsidRDefault="006E6E9A" w14:paraId="7369C52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A15DD5" w:rsidR="006E6E9A" w:rsidTr="006E6E9A" w14:paraId="504A4C84" w14:textId="77777777">
        <w:tc>
          <w:tcPr>
            <w:tcW w:w="4902" w:type="dxa"/>
          </w:tcPr>
          <w:p w:rsidRPr="00A15DD5" w:rsidR="006E6E9A" w:rsidP="006E6E9A" w:rsidRDefault="006E6E9A" w14:paraId="45DD10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A15DD5" w:rsidR="006E6E9A" w:rsidP="006E6E9A" w:rsidRDefault="006E6E9A" w14:paraId="4CC8D96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A15DD5" w:rsidR="0085747A" w:rsidP="009C54AE" w:rsidRDefault="00923D7D" w14:paraId="4D6651F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DD5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A15DD5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A15DD5" w:rsidR="003E1941" w:rsidP="009C54AE" w:rsidRDefault="003E1941" w14:paraId="6962A3A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15DD5" w:rsidR="0085747A" w:rsidP="009C54AE" w:rsidRDefault="0071620A" w14:paraId="082C34D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6. </w:t>
      </w:r>
      <w:r w:rsidRPr="00A15DD5" w:rsidR="0085747A">
        <w:rPr>
          <w:rFonts w:ascii="Corbel" w:hAnsi="Corbel"/>
          <w:smallCaps w:val="0"/>
          <w:szCs w:val="24"/>
        </w:rPr>
        <w:t>PRAKTYKI ZAWO</w:t>
      </w:r>
      <w:r w:rsidRPr="00A15DD5" w:rsidR="009D3F3B">
        <w:rPr>
          <w:rFonts w:ascii="Corbel" w:hAnsi="Corbel"/>
          <w:smallCaps w:val="0"/>
          <w:szCs w:val="24"/>
        </w:rPr>
        <w:t>DOWE W RAMACH PRZEDMIOTU</w:t>
      </w:r>
    </w:p>
    <w:p w:rsidRPr="00A15DD5" w:rsidR="0085747A" w:rsidP="009C54AE" w:rsidRDefault="0085747A" w14:paraId="22F44F1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A15DD5" w:rsidR="0085747A" w:rsidTr="00A024B7" w14:paraId="0048EA9F" w14:textId="77777777">
        <w:trPr>
          <w:trHeight w:val="397"/>
        </w:trPr>
        <w:tc>
          <w:tcPr>
            <w:tcW w:w="2359" w:type="pct"/>
          </w:tcPr>
          <w:p w:rsidRPr="00A15DD5" w:rsidR="0085747A" w:rsidP="009C54AE" w:rsidRDefault="0085747A" w14:paraId="118BBC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A15DD5" w:rsidR="0085747A" w:rsidP="002C5034" w:rsidRDefault="002C5034" w14:paraId="38D28B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A15DD5" w:rsidR="0085747A" w:rsidTr="00A024B7" w14:paraId="0EA9F310" w14:textId="77777777">
        <w:trPr>
          <w:trHeight w:val="397"/>
        </w:trPr>
        <w:tc>
          <w:tcPr>
            <w:tcW w:w="2359" w:type="pct"/>
          </w:tcPr>
          <w:p w:rsidRPr="00A15DD5" w:rsidR="0085747A" w:rsidP="009C54AE" w:rsidRDefault="0085747A" w14:paraId="085D98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A15DD5" w:rsidR="0085747A" w:rsidP="002C5034" w:rsidRDefault="002C5034" w14:paraId="09AB60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A15DD5" w:rsidR="003E1941" w:rsidP="009C54AE" w:rsidRDefault="003E1941" w14:paraId="28DE65F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15DD5" w:rsidR="0085747A" w:rsidP="009C54AE" w:rsidRDefault="00675843" w14:paraId="76F972D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7. </w:t>
      </w:r>
      <w:r w:rsidRPr="00A15DD5" w:rsidR="0085747A">
        <w:rPr>
          <w:rFonts w:ascii="Corbel" w:hAnsi="Corbel"/>
          <w:smallCaps w:val="0"/>
          <w:szCs w:val="24"/>
        </w:rPr>
        <w:t>LITERATURA</w:t>
      </w:r>
    </w:p>
    <w:p w:rsidRPr="00A15DD5" w:rsidR="00675843" w:rsidP="009C54AE" w:rsidRDefault="00675843" w14:paraId="5AB6927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A15DD5" w:rsidR="0085747A" w:rsidTr="4A63EE0C" w14:paraId="12A8C2D1" w14:textId="77777777">
        <w:trPr>
          <w:trHeight w:val="397"/>
        </w:trPr>
        <w:tc>
          <w:tcPr>
            <w:tcW w:w="5000" w:type="pct"/>
            <w:tcMar/>
          </w:tcPr>
          <w:p w:rsidRPr="00A15DD5" w:rsidR="0085747A" w:rsidP="009C54AE" w:rsidRDefault="0085747A" w14:paraId="291DD7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A15DD5" w:rsidR="002C5034" w:rsidP="4A63EE0C" w:rsidRDefault="002C5034" w14:paraId="78E68471" w14:textId="781F64AF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A63EE0C" w:rsidR="002C5034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1.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r w:rsidRPr="4A63EE0C" w:rsidR="002C5034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Szczypa P. (red.), Podstawy rachunkowości: o</w:t>
            </w:r>
            <w:r w:rsidRPr="4A63EE0C" w:rsidR="009C17C5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d teorii do praktyki.  Wyd.</w:t>
            </w:r>
            <w:r w:rsidRPr="4A63EE0C" w:rsidR="007E10CB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 xml:space="preserve"> </w:t>
            </w:r>
            <w:proofErr w:type="spellStart"/>
            <w:r w:rsidRPr="4A63EE0C" w:rsidR="007E10CB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 xml:space="preserve">C</w:t>
            </w:r>
            <w:r w:rsidRPr="4A63EE0C" w:rsidR="002C5034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edewu</w:t>
            </w:r>
            <w:proofErr w:type="spellEnd"/>
            <w:r w:rsidRPr="4A63EE0C" w:rsidR="002C5034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, W</w:t>
            </w:r>
            <w:r w:rsidRPr="4A63EE0C" w:rsidR="007E10CB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arszawa 20</w:t>
            </w:r>
            <w:r w:rsidRPr="4A63EE0C" w:rsidR="16428B5E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17</w:t>
            </w:r>
            <w:r w:rsidRPr="4A63EE0C" w:rsidR="002C5034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.</w:t>
            </w:r>
          </w:p>
          <w:p w:rsidRPr="00A15DD5" w:rsidR="002C5034" w:rsidP="002C5034" w:rsidRDefault="002C5034" w14:paraId="3E73E966" w14:textId="77777777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Olchowicz I., P</w:t>
            </w:r>
            <w:r w:rsidRPr="00A15DD5" w:rsidR="007E10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15DD5" w:rsidR="009C17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</w:t>
            </w:r>
          </w:p>
          <w:p w:rsidRPr="00A15DD5" w:rsidR="002C5034" w:rsidP="002C5034" w:rsidRDefault="002C5034" w14:paraId="7FCDBBC0" w14:textId="77777777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P., Grzebyk M., Nesterowicz R., Sowa B., Rachunkowość przedsiębiorstw. Podejmowanie i finansowanie działalności gospodarczej. Ewidencja. Sprawozdawczość. Wyd. UR, Rzeszów 2014.</w:t>
            </w:r>
          </w:p>
        </w:tc>
      </w:tr>
      <w:tr w:rsidRPr="00A15DD5" w:rsidR="0085747A" w:rsidTr="4A63EE0C" w14:paraId="28B9E3E9" w14:textId="77777777">
        <w:trPr>
          <w:trHeight w:val="397"/>
        </w:trPr>
        <w:tc>
          <w:tcPr>
            <w:tcW w:w="5000" w:type="pct"/>
            <w:tcMar/>
          </w:tcPr>
          <w:p w:rsidRPr="00A15DD5" w:rsidR="0085747A" w:rsidP="009C54AE" w:rsidRDefault="0085747A" w14:paraId="6F468E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A15DD5" w:rsidR="002C5034" w:rsidP="002C5034" w:rsidRDefault="002C5034" w14:paraId="00D14A3B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Pr="00A15DD5" w:rsidR="009C17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:rsidRPr="00A15DD5" w:rsidR="002C5034" w:rsidP="002C5034" w:rsidRDefault="002C5034" w14:paraId="78195A06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Pr="00A15DD5" w:rsidR="007E10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 I., Podstawy rachunkowości. T. 2, Z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Pr="00A15DD5" w:rsidR="007E10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Pr="00A15DD5" w:rsidR="009C17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A15DD5" w:rsidR="00990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 </w:t>
            </w:r>
          </w:p>
          <w:p w:rsidRPr="00A15DD5" w:rsidR="002C5034" w:rsidP="00A924A6" w:rsidRDefault="002C5034" w14:paraId="7F9F98E7" w14:textId="77777777">
            <w:pPr>
              <w:pStyle w:val="Punktygwne"/>
              <w:numPr>
                <w:ilvl w:val="0"/>
                <w:numId w:val="4"/>
              </w:numPr>
              <w:spacing w:before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Pr="00A15DD5" w:rsidR="00A924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Pr="00A15DD5" w:rsidR="0085747A" w:rsidP="009C54AE" w:rsidRDefault="0085747A" w14:paraId="7E691D3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15DD5" w:rsidR="0085747A" w:rsidP="00A924A6" w:rsidRDefault="0085747A" w14:paraId="219289F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15DD5" w:rsidR="0085747A" w:rsidP="00F83B28" w:rsidRDefault="0085747A" w14:paraId="0DC3B18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D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A15DD5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72700" w:rsidP="00C16ABF" w:rsidRDefault="00872700" w14:paraId="7F022B54" w14:textId="77777777">
      <w:pPr>
        <w:spacing w:after="0" w:line="240" w:lineRule="auto"/>
      </w:pPr>
      <w:r>
        <w:separator/>
      </w:r>
    </w:p>
  </w:endnote>
  <w:endnote w:type="continuationSeparator" w:id="0">
    <w:p w:rsidR="00872700" w:rsidP="00C16ABF" w:rsidRDefault="00872700" w14:paraId="28A054C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72700" w:rsidP="00C16ABF" w:rsidRDefault="00872700" w14:paraId="5C1C0775" w14:textId="77777777">
      <w:pPr>
        <w:spacing w:after="0" w:line="240" w:lineRule="auto"/>
      </w:pPr>
      <w:r>
        <w:separator/>
      </w:r>
    </w:p>
  </w:footnote>
  <w:footnote w:type="continuationSeparator" w:id="0">
    <w:p w:rsidR="00872700" w:rsidP="00C16ABF" w:rsidRDefault="00872700" w14:paraId="365A3DE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9FF17F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07FCB"/>
    <w:rsid w:val="00124BFF"/>
    <w:rsid w:val="0012560E"/>
    <w:rsid w:val="00127108"/>
    <w:rsid w:val="0012F6D7"/>
    <w:rsid w:val="00134B13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46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A6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55B3"/>
    <w:rsid w:val="007461D6"/>
    <w:rsid w:val="00746EC8"/>
    <w:rsid w:val="0075128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0CB"/>
    <w:rsid w:val="007F4155"/>
    <w:rsid w:val="00812C56"/>
    <w:rsid w:val="00814990"/>
    <w:rsid w:val="0081554D"/>
    <w:rsid w:val="0081707E"/>
    <w:rsid w:val="008449B3"/>
    <w:rsid w:val="008552A2"/>
    <w:rsid w:val="0085747A"/>
    <w:rsid w:val="00872700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9B8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3F3B"/>
    <w:rsid w:val="009E0543"/>
    <w:rsid w:val="009E3B41"/>
    <w:rsid w:val="009F3C5C"/>
    <w:rsid w:val="009F4610"/>
    <w:rsid w:val="009F4CE3"/>
    <w:rsid w:val="00A00ECC"/>
    <w:rsid w:val="00A024B7"/>
    <w:rsid w:val="00A155EE"/>
    <w:rsid w:val="00A15DD5"/>
    <w:rsid w:val="00A2245B"/>
    <w:rsid w:val="00A30110"/>
    <w:rsid w:val="00A31E19"/>
    <w:rsid w:val="00A36899"/>
    <w:rsid w:val="00A371F6"/>
    <w:rsid w:val="00A43BF6"/>
    <w:rsid w:val="00A535E1"/>
    <w:rsid w:val="00A53FA5"/>
    <w:rsid w:val="00A54817"/>
    <w:rsid w:val="00A601C8"/>
    <w:rsid w:val="00A60799"/>
    <w:rsid w:val="00A84C85"/>
    <w:rsid w:val="00A924A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51C8"/>
    <w:rsid w:val="00BC797F"/>
    <w:rsid w:val="00BD3869"/>
    <w:rsid w:val="00BD66E9"/>
    <w:rsid w:val="00BD6FF4"/>
    <w:rsid w:val="00BF2C41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52B2"/>
    <w:rsid w:val="00D608D1"/>
    <w:rsid w:val="00D60DFD"/>
    <w:rsid w:val="00D74119"/>
    <w:rsid w:val="00D75B1A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5BB"/>
    <w:rsid w:val="00EE32DE"/>
    <w:rsid w:val="00EE5457"/>
    <w:rsid w:val="00F070AB"/>
    <w:rsid w:val="00F16ABD"/>
    <w:rsid w:val="00F17567"/>
    <w:rsid w:val="00F27A7B"/>
    <w:rsid w:val="00F302A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BE"/>
    <w:rsid w:val="00FF5E7D"/>
    <w:rsid w:val="04CFE14B"/>
    <w:rsid w:val="0A5E5526"/>
    <w:rsid w:val="0D58B926"/>
    <w:rsid w:val="0DEEC1FC"/>
    <w:rsid w:val="10AA1347"/>
    <w:rsid w:val="121C1DEF"/>
    <w:rsid w:val="16428B5E"/>
    <w:rsid w:val="16D3C7C7"/>
    <w:rsid w:val="191A2F2E"/>
    <w:rsid w:val="2784564E"/>
    <w:rsid w:val="2A7E1798"/>
    <w:rsid w:val="2B2F1E53"/>
    <w:rsid w:val="2C86F3E4"/>
    <w:rsid w:val="2E66BF15"/>
    <w:rsid w:val="30028F76"/>
    <w:rsid w:val="334ED433"/>
    <w:rsid w:val="3C3AADD6"/>
    <w:rsid w:val="3EA78281"/>
    <w:rsid w:val="3EE0BE0C"/>
    <w:rsid w:val="40FD2421"/>
    <w:rsid w:val="4374C67C"/>
    <w:rsid w:val="458CDCBE"/>
    <w:rsid w:val="4A63EE0C"/>
    <w:rsid w:val="586C7617"/>
    <w:rsid w:val="62FD0CDA"/>
    <w:rsid w:val="64020085"/>
    <w:rsid w:val="648FB709"/>
    <w:rsid w:val="674AA4AD"/>
    <w:rsid w:val="69263F06"/>
    <w:rsid w:val="693D05D1"/>
    <w:rsid w:val="6D53A191"/>
    <w:rsid w:val="6E321AB0"/>
    <w:rsid w:val="723FC8CA"/>
    <w:rsid w:val="72843D76"/>
    <w:rsid w:val="76038726"/>
    <w:rsid w:val="762DE275"/>
    <w:rsid w:val="76892BC2"/>
    <w:rsid w:val="78A47374"/>
    <w:rsid w:val="7971F1FC"/>
    <w:rsid w:val="79B15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1383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hAnsi="Times New Roman" w:eastAsia="Times New Roman"/>
      <w:b/>
      <w:bCs/>
      <w:sz w:val="28"/>
      <w:szCs w:val="28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4Znak" w:customStyle="1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  <w:style w:type="paragraph" w:styleId="paragraph" w:customStyle="1">
    <w:name w:val="paragraph"/>
    <w:basedOn w:val="Normalny"/>
    <w:rsid w:val="007455B3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7455B3"/>
  </w:style>
  <w:style w:type="character" w:styleId="spellingerror" w:customStyle="1">
    <w:name w:val="spellingerror"/>
    <w:basedOn w:val="Domylnaczcionkaakapitu"/>
    <w:rsid w:val="007455B3"/>
  </w:style>
  <w:style w:type="character" w:styleId="eop" w:customStyle="1">
    <w:name w:val="eop"/>
    <w:basedOn w:val="Domylnaczcionkaakapitu"/>
    <w:rsid w:val="0074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47CF61-CB35-4B2C-85C6-58B9FED607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254C0A-BFE2-4FF0-BDD5-C06FDD1264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99762F-556F-40B1-ABEE-C93038DC5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3432C9-921F-44DD-9A4E-D87919C0D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Nesterowicz Renata</lastModifiedBy>
  <revision>5</revision>
  <lastPrinted>2019-02-06T12:12:00.0000000Z</lastPrinted>
  <dcterms:created xsi:type="dcterms:W3CDTF">2020-12-09T07:57:00.0000000Z</dcterms:created>
  <dcterms:modified xsi:type="dcterms:W3CDTF">2020-12-11T09:55:53.5269287Z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